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Raster8"/>
        <w:tblW w:w="9292" w:type="dxa"/>
        <w:tblLayout w:type="fixed"/>
        <w:tblLook w:val="04A0" w:firstRow="1" w:lastRow="0" w:firstColumn="1" w:lastColumn="0" w:noHBand="0" w:noVBand="1"/>
      </w:tblPr>
      <w:tblGrid>
        <w:gridCol w:w="534"/>
        <w:gridCol w:w="2806"/>
        <w:gridCol w:w="2154"/>
        <w:gridCol w:w="2948"/>
        <w:gridCol w:w="850"/>
      </w:tblGrid>
      <w:tr w:rsidR="003451AD" w:rsidTr="00320E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34" w:type="dxa"/>
            <w:vAlign w:val="center"/>
          </w:tcPr>
          <w:p w:rsidR="005B464C" w:rsidRDefault="003451AD" w:rsidP="00030612">
            <w:pPr>
              <w:jc w:val="center"/>
            </w:pPr>
            <w:r>
              <w:t>Nr.</w:t>
            </w:r>
          </w:p>
        </w:tc>
        <w:tc>
          <w:tcPr>
            <w:tcW w:w="2806" w:type="dxa"/>
            <w:vAlign w:val="center"/>
          </w:tcPr>
          <w:p w:rsidR="005B464C" w:rsidRDefault="003451AD" w:rsidP="00B55E82">
            <w:pPr>
              <w:jc w:val="center"/>
            </w:pPr>
            <w:r>
              <w:t>Umsetzung der Spezifikation</w:t>
            </w:r>
          </w:p>
        </w:tc>
        <w:tc>
          <w:tcPr>
            <w:tcW w:w="2154" w:type="dxa"/>
            <w:vAlign w:val="center"/>
          </w:tcPr>
          <w:p w:rsidR="005B464C" w:rsidRDefault="003C06D2" w:rsidP="005B464C">
            <w:pPr>
              <w:jc w:val="center"/>
            </w:pPr>
            <w:r>
              <w:t xml:space="preserve">Verwendung von </w:t>
            </w:r>
            <w:r w:rsidR="003451AD">
              <w:t>Sensoren</w:t>
            </w:r>
            <w:r>
              <w:t xml:space="preserve"> und </w:t>
            </w:r>
            <w:r>
              <w:br/>
            </w:r>
            <w:r w:rsidR="003451AD">
              <w:t>Aktoren</w:t>
            </w:r>
          </w:p>
        </w:tc>
        <w:tc>
          <w:tcPr>
            <w:tcW w:w="2948" w:type="dxa"/>
            <w:vAlign w:val="center"/>
          </w:tcPr>
          <w:p w:rsidR="005B464C" w:rsidRDefault="00030612" w:rsidP="003451AD">
            <w:pPr>
              <w:jc w:val="center"/>
            </w:pPr>
            <w:r>
              <w:t>Verständlichkeit</w:t>
            </w:r>
            <w:r w:rsidR="003451AD">
              <w:t xml:space="preserve"> </w:t>
            </w:r>
            <w:r w:rsidR="003C06D2">
              <w:t xml:space="preserve">der </w:t>
            </w:r>
            <w:r w:rsidR="003451AD">
              <w:t>Dokumentation und Erläuterung</w:t>
            </w:r>
          </w:p>
        </w:tc>
        <w:tc>
          <w:tcPr>
            <w:tcW w:w="850" w:type="dxa"/>
            <w:vAlign w:val="center"/>
          </w:tcPr>
          <w:p w:rsidR="005B464C" w:rsidRDefault="005B464C" w:rsidP="005B464C">
            <w:pPr>
              <w:jc w:val="center"/>
            </w:pPr>
            <w:r>
              <w:t>Note</w:t>
            </w:r>
          </w:p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>
            <w:bookmarkStart w:id="0" w:name="_GoBack"/>
            <w:bookmarkEnd w:id="0"/>
          </w:p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20E98">
        <w:trPr>
          <w:trHeight w:val="1587"/>
        </w:trPr>
        <w:tc>
          <w:tcPr>
            <w:tcW w:w="534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3451AD" w:rsidTr="00320E98">
        <w:trPr>
          <w:trHeight w:val="1587"/>
        </w:trPr>
        <w:tc>
          <w:tcPr>
            <w:tcW w:w="534" w:type="dxa"/>
            <w:vAlign w:val="center"/>
          </w:tcPr>
          <w:p w:rsidR="003451AD" w:rsidRDefault="003451AD" w:rsidP="005B464C">
            <w:pPr>
              <w:jc w:val="center"/>
            </w:pPr>
          </w:p>
        </w:tc>
        <w:tc>
          <w:tcPr>
            <w:tcW w:w="2806" w:type="dxa"/>
            <w:vAlign w:val="center"/>
          </w:tcPr>
          <w:p w:rsidR="003451AD" w:rsidRDefault="003451AD" w:rsidP="005B464C"/>
        </w:tc>
        <w:tc>
          <w:tcPr>
            <w:tcW w:w="2154" w:type="dxa"/>
            <w:vAlign w:val="center"/>
          </w:tcPr>
          <w:p w:rsidR="003451AD" w:rsidRDefault="003451AD" w:rsidP="005B464C"/>
        </w:tc>
        <w:tc>
          <w:tcPr>
            <w:tcW w:w="2948" w:type="dxa"/>
            <w:vAlign w:val="center"/>
          </w:tcPr>
          <w:p w:rsidR="003451AD" w:rsidRDefault="003451AD" w:rsidP="005B464C"/>
        </w:tc>
        <w:tc>
          <w:tcPr>
            <w:tcW w:w="850" w:type="dxa"/>
            <w:vAlign w:val="center"/>
          </w:tcPr>
          <w:p w:rsidR="003451AD" w:rsidRDefault="003451AD" w:rsidP="005B464C"/>
        </w:tc>
      </w:tr>
    </w:tbl>
    <w:p w:rsidR="008D305F" w:rsidRPr="00771E1E" w:rsidRDefault="008D305F" w:rsidP="00771E1E"/>
    <w:sectPr w:rsidR="008D305F" w:rsidRPr="00771E1E" w:rsidSect="0037159F">
      <w:headerReference w:type="default" r:id="rId7"/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8E2" w:rsidRDefault="00CD28E2">
      <w:r>
        <w:separator/>
      </w:r>
    </w:p>
  </w:endnote>
  <w:endnote w:type="continuationSeparator" w:id="0">
    <w:p w:rsidR="00CD28E2" w:rsidRDefault="00CD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451AD" w:rsidRDefault="003451AD" w:rsidP="003451AD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EC2131F" wp14:editId="16644390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320E98">
      <w:rPr>
        <w:rFonts w:cs="Arial"/>
        <w:noProof/>
        <w:sz w:val="16"/>
        <w:szCs w:val="16"/>
      </w:rPr>
      <w:t>29.11.2020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8E2" w:rsidRDefault="00CD28E2">
      <w:r>
        <w:separator/>
      </w:r>
    </w:p>
  </w:footnote>
  <w:footnote w:type="continuationSeparator" w:id="0">
    <w:p w:rsidR="00CD28E2" w:rsidRDefault="00CD2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Pr="005B464C" w:rsidRDefault="00B55E82" w:rsidP="0011211B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Einschätzung </w:t>
          </w:r>
          <w:proofErr w:type="spellStart"/>
          <w:r w:rsidR="00030612">
            <w:rPr>
              <w:b/>
              <w:sz w:val="32"/>
              <w:szCs w:val="32"/>
            </w:rPr>
            <w:t>Calliope</w:t>
          </w:r>
          <w:proofErr w:type="spellEnd"/>
          <w:r w:rsidR="00030612">
            <w:rPr>
              <w:b/>
              <w:sz w:val="32"/>
              <w:szCs w:val="32"/>
            </w:rPr>
            <w:t>-Projekte</w:t>
          </w:r>
        </w:p>
      </w:tc>
    </w:tr>
  </w:tbl>
  <w:p w:rsidR="00562BB8" w:rsidRDefault="00562B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E82"/>
    <w:rsid w:val="00030612"/>
    <w:rsid w:val="0011211B"/>
    <w:rsid w:val="001570DA"/>
    <w:rsid w:val="001E359A"/>
    <w:rsid w:val="002245D1"/>
    <w:rsid w:val="00297D7C"/>
    <w:rsid w:val="00320E98"/>
    <w:rsid w:val="003451AD"/>
    <w:rsid w:val="0037159F"/>
    <w:rsid w:val="003B205A"/>
    <w:rsid w:val="003C06D2"/>
    <w:rsid w:val="003F1514"/>
    <w:rsid w:val="00517F4B"/>
    <w:rsid w:val="00562BB8"/>
    <w:rsid w:val="00581A0C"/>
    <w:rsid w:val="005B464C"/>
    <w:rsid w:val="006906CA"/>
    <w:rsid w:val="006939AF"/>
    <w:rsid w:val="00753B6A"/>
    <w:rsid w:val="00771E1E"/>
    <w:rsid w:val="007736EA"/>
    <w:rsid w:val="00827EA5"/>
    <w:rsid w:val="008D305F"/>
    <w:rsid w:val="00923EB5"/>
    <w:rsid w:val="00956745"/>
    <w:rsid w:val="009776B5"/>
    <w:rsid w:val="009E7007"/>
    <w:rsid w:val="00A22A90"/>
    <w:rsid w:val="00A9436B"/>
    <w:rsid w:val="00B17402"/>
    <w:rsid w:val="00B55E82"/>
    <w:rsid w:val="00C55C67"/>
    <w:rsid w:val="00C648C8"/>
    <w:rsid w:val="00CD28E2"/>
    <w:rsid w:val="00CF2A05"/>
    <w:rsid w:val="00E922B7"/>
    <w:rsid w:val="00EE3DC0"/>
    <w:rsid w:val="00F21C66"/>
    <w:rsid w:val="00F26F5D"/>
    <w:rsid w:val="00FC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38416A-6E65-4406-8D89-C2FE2221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B55E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55E82"/>
    <w:rPr>
      <w:rFonts w:ascii="Tahoma" w:hAnsi="Tahoma" w:cs="Tahoma"/>
      <w:sz w:val="16"/>
      <w:szCs w:val="16"/>
    </w:rPr>
  </w:style>
  <w:style w:type="table" w:styleId="TabelleRaster5">
    <w:name w:val="Table Grid 5"/>
    <w:basedOn w:val="NormaleTabelle"/>
    <w:rsid w:val="00B55E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B55E8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B55E8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2</Pages>
  <Words>30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lutz</cp:lastModifiedBy>
  <cp:revision>7</cp:revision>
  <cp:lastPrinted>2018-01-21T09:59:00Z</cp:lastPrinted>
  <dcterms:created xsi:type="dcterms:W3CDTF">2018-01-15T16:28:00Z</dcterms:created>
  <dcterms:modified xsi:type="dcterms:W3CDTF">2020-11-30T15:55:00Z</dcterms:modified>
</cp:coreProperties>
</file>